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2552F6">
        <w:rPr>
          <w:rFonts w:ascii="Arial" w:hAnsi="Arial" w:cs="Arial"/>
          <w:b/>
          <w:caps/>
          <w:sz w:val="28"/>
          <w:szCs w:val="28"/>
        </w:rPr>
        <w:t>7</w:t>
      </w:r>
      <w:r w:rsidR="005A163D">
        <w:rPr>
          <w:rFonts w:ascii="Arial" w:hAnsi="Arial" w:cs="Arial"/>
          <w:b/>
          <w:caps/>
          <w:sz w:val="28"/>
          <w:szCs w:val="28"/>
        </w:rPr>
        <w:t>9</w:t>
      </w:r>
      <w:r w:rsidR="00CF54A5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122CB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08B0">
              <w:rPr>
                <w:rFonts w:ascii="Arial" w:hAnsi="Arial" w:cs="Arial"/>
                <w:sz w:val="20"/>
                <w:szCs w:val="20"/>
              </w:rPr>
              <w:t>manutenção d</w:t>
            </w:r>
            <w:r w:rsidR="00122CB3">
              <w:rPr>
                <w:rFonts w:ascii="Arial" w:hAnsi="Arial" w:cs="Arial"/>
                <w:sz w:val="20"/>
                <w:szCs w:val="20"/>
              </w:rPr>
              <w:t xml:space="preserve">a camada asfáltica da Rua Dr. Nelson da Costa </w:t>
            </w:r>
            <w:proofErr w:type="spellStart"/>
            <w:r w:rsidR="00122CB3">
              <w:rPr>
                <w:rFonts w:ascii="Arial" w:hAnsi="Arial" w:cs="Arial"/>
                <w:sz w:val="20"/>
                <w:szCs w:val="20"/>
              </w:rPr>
              <w:t>Marrelli</w:t>
            </w:r>
            <w:proofErr w:type="spellEnd"/>
            <w:r w:rsidR="00122CB3">
              <w:rPr>
                <w:rFonts w:ascii="Arial" w:hAnsi="Arial" w:cs="Arial"/>
                <w:sz w:val="20"/>
                <w:szCs w:val="20"/>
              </w:rPr>
              <w:t>, no Jardim Paraíso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9E7584">
        <w:rPr>
          <w:rFonts w:ascii="Arial" w:hAnsi="Arial" w:cs="Arial"/>
        </w:rPr>
        <w:t xml:space="preserve">visando à </w:t>
      </w:r>
      <w:r w:rsidR="002D7F3F" w:rsidRPr="002D7F3F">
        <w:rPr>
          <w:rFonts w:ascii="Arial" w:hAnsi="Arial" w:cs="Arial"/>
        </w:rPr>
        <w:t xml:space="preserve">manutenção da camada asfáltica da Rua Dr. Nelson da Costa </w:t>
      </w:r>
      <w:proofErr w:type="spellStart"/>
      <w:r w:rsidR="002D7F3F" w:rsidRPr="002D7F3F">
        <w:rPr>
          <w:rFonts w:ascii="Arial" w:hAnsi="Arial" w:cs="Arial"/>
        </w:rPr>
        <w:t>Marrelli</w:t>
      </w:r>
      <w:proofErr w:type="spellEnd"/>
      <w:r w:rsidR="002D7F3F" w:rsidRPr="002D7F3F">
        <w:rPr>
          <w:rFonts w:ascii="Arial" w:hAnsi="Arial" w:cs="Arial"/>
        </w:rPr>
        <w:t>, no Jardim Paraíso</w:t>
      </w:r>
      <w:r w:rsidR="006712FC">
        <w:rPr>
          <w:rFonts w:ascii="Arial" w:hAnsi="Arial" w:cs="Arial"/>
        </w:rPr>
        <w:t>.</w:t>
      </w:r>
    </w:p>
    <w:p w:rsidR="00057BE8" w:rsidRDefault="00513013" w:rsidP="00FC78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13013">
        <w:rPr>
          <w:rFonts w:ascii="Arial" w:hAnsi="Arial" w:cs="Arial"/>
        </w:rPr>
        <w:t xml:space="preserve">Conforme </w:t>
      </w:r>
      <w:r w:rsidR="00F24EE0">
        <w:rPr>
          <w:rFonts w:ascii="Arial" w:hAnsi="Arial" w:cs="Arial"/>
        </w:rPr>
        <w:t xml:space="preserve">a </w:t>
      </w:r>
      <w:r w:rsidRPr="00513013">
        <w:rPr>
          <w:rFonts w:ascii="Arial" w:hAnsi="Arial" w:cs="Arial"/>
        </w:rPr>
        <w:t xml:space="preserve">foto </w:t>
      </w:r>
      <w:r w:rsidR="007025C2">
        <w:rPr>
          <w:rFonts w:ascii="Arial" w:hAnsi="Arial" w:cs="Arial"/>
        </w:rPr>
        <w:t>anex</w:t>
      </w:r>
      <w:r w:rsidR="009736C3">
        <w:rPr>
          <w:rFonts w:ascii="Arial" w:hAnsi="Arial" w:cs="Arial"/>
        </w:rPr>
        <w:t>a</w:t>
      </w:r>
      <w:r w:rsidR="00F24EE0">
        <w:rPr>
          <w:rFonts w:ascii="Arial" w:hAnsi="Arial" w:cs="Arial"/>
        </w:rPr>
        <w:t xml:space="preserve"> e o relato d</w:t>
      </w:r>
      <w:r w:rsidR="007B2A2B">
        <w:rPr>
          <w:rFonts w:ascii="Arial" w:hAnsi="Arial" w:cs="Arial"/>
        </w:rPr>
        <w:t>os</w:t>
      </w:r>
      <w:r w:rsidR="00F24EE0">
        <w:rPr>
          <w:rFonts w:ascii="Arial" w:hAnsi="Arial" w:cs="Arial"/>
        </w:rPr>
        <w:t xml:space="preserve"> moradores</w:t>
      </w:r>
      <w:r w:rsidRPr="00513013">
        <w:rPr>
          <w:rFonts w:ascii="Arial" w:hAnsi="Arial" w:cs="Arial"/>
        </w:rPr>
        <w:t xml:space="preserve">, </w:t>
      </w:r>
      <w:r w:rsidR="00057BE8">
        <w:rPr>
          <w:rFonts w:ascii="Arial" w:hAnsi="Arial" w:cs="Arial"/>
        </w:rPr>
        <w:t xml:space="preserve">o buraco existente na aludida via está aberto há certo tempo, </w:t>
      </w:r>
      <w:r w:rsidR="00015FC2">
        <w:rPr>
          <w:rFonts w:ascii="Arial" w:hAnsi="Arial" w:cs="Arial"/>
        </w:rPr>
        <w:t xml:space="preserve">o que </w:t>
      </w:r>
      <w:r w:rsidR="00057BE8">
        <w:rPr>
          <w:rFonts w:ascii="Arial" w:hAnsi="Arial" w:cs="Arial"/>
        </w:rPr>
        <w:t>aumenta o risco de acidentes e provoca prejuízos aos automóveis que transitam pelo local, fazendo necessária a intervenção.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884758" w:rsidRDefault="00884758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44895">
        <w:rPr>
          <w:rFonts w:ascii="Arial" w:hAnsi="Arial" w:cs="Arial"/>
        </w:rPr>
        <w:t>15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505ADD">
        <w:rPr>
          <w:rFonts w:ascii="Arial" w:hAnsi="Arial" w:cs="Arial"/>
        </w:rPr>
        <w:t>agosto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E1B54" w:rsidRDefault="002E1B54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</w:p>
    <w:p w:rsidR="00720521" w:rsidRDefault="005B6CCF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  <w:bookmarkStart w:id="0" w:name="_GoBack"/>
      <w:r>
        <w:rPr>
          <w:rFonts w:ascii="Arial" w:hAnsi="Arial" w:cs="Arial"/>
          <w:noProof/>
          <w:sz w:val="10"/>
          <w:szCs w:val="10"/>
        </w:rPr>
        <w:drawing>
          <wp:inline distT="0" distB="0" distL="0" distR="0" wp14:anchorId="166EB367">
            <wp:extent cx="6027420" cy="4526280"/>
            <wp:effectExtent l="0" t="0" r="0" b="762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452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720521" w:rsidRDefault="00720521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</w:p>
    <w:sectPr w:rsidR="00720521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4FD" w:rsidRDefault="002034FD">
      <w:r>
        <w:separator/>
      </w:r>
    </w:p>
  </w:endnote>
  <w:endnote w:type="continuationSeparator" w:id="0">
    <w:p w:rsidR="002034FD" w:rsidRDefault="00203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4FD" w:rsidRDefault="002034FD">
      <w:r>
        <w:separator/>
      </w:r>
    </w:p>
  </w:footnote>
  <w:footnote w:type="continuationSeparator" w:id="0">
    <w:p w:rsidR="002034FD" w:rsidRDefault="002034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720521">
      <w:rPr>
        <w:rFonts w:ascii="Arial" w:hAnsi="Arial" w:cs="Arial"/>
        <w:b/>
        <w:sz w:val="20"/>
        <w:szCs w:val="20"/>
        <w:u w:val="single"/>
      </w:rPr>
      <w:t>7</w:t>
    </w:r>
    <w:r w:rsidR="00D900E5">
      <w:rPr>
        <w:rFonts w:ascii="Arial" w:hAnsi="Arial" w:cs="Arial"/>
        <w:b/>
        <w:sz w:val="20"/>
        <w:szCs w:val="20"/>
        <w:u w:val="single"/>
      </w:rPr>
      <w:t>9</w:t>
    </w:r>
    <w:r w:rsidR="005B6CCF">
      <w:rPr>
        <w:rFonts w:ascii="Arial" w:hAnsi="Arial" w:cs="Arial"/>
        <w:b/>
        <w:sz w:val="20"/>
        <w:szCs w:val="20"/>
        <w:u w:val="single"/>
      </w:rPr>
      <w:t>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B6CC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B6CC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40F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06E8A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5FC2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479A6"/>
    <w:rsid w:val="00047D1F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57BE8"/>
    <w:rsid w:val="00061921"/>
    <w:rsid w:val="00061C81"/>
    <w:rsid w:val="00062DFB"/>
    <w:rsid w:val="00070224"/>
    <w:rsid w:val="000726F7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2C7"/>
    <w:rsid w:val="000D17E8"/>
    <w:rsid w:val="000D1C7A"/>
    <w:rsid w:val="000D1E4D"/>
    <w:rsid w:val="000D2327"/>
    <w:rsid w:val="000D2D7E"/>
    <w:rsid w:val="000D3B02"/>
    <w:rsid w:val="000D43A0"/>
    <w:rsid w:val="000D5137"/>
    <w:rsid w:val="000D6A2E"/>
    <w:rsid w:val="000E1782"/>
    <w:rsid w:val="000E2D63"/>
    <w:rsid w:val="000E3808"/>
    <w:rsid w:val="000E5162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2D2"/>
    <w:rsid w:val="00114FA2"/>
    <w:rsid w:val="00117261"/>
    <w:rsid w:val="00117B8A"/>
    <w:rsid w:val="00117E87"/>
    <w:rsid w:val="001211BF"/>
    <w:rsid w:val="00121764"/>
    <w:rsid w:val="00121A66"/>
    <w:rsid w:val="00122090"/>
    <w:rsid w:val="001229CF"/>
    <w:rsid w:val="00122CB3"/>
    <w:rsid w:val="00123251"/>
    <w:rsid w:val="00123D52"/>
    <w:rsid w:val="001258F2"/>
    <w:rsid w:val="00126335"/>
    <w:rsid w:val="00126549"/>
    <w:rsid w:val="0012767E"/>
    <w:rsid w:val="00130FFD"/>
    <w:rsid w:val="001349B3"/>
    <w:rsid w:val="00137D74"/>
    <w:rsid w:val="00141528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9E1"/>
    <w:rsid w:val="00155DBD"/>
    <w:rsid w:val="00155FEB"/>
    <w:rsid w:val="00156BAF"/>
    <w:rsid w:val="0016155E"/>
    <w:rsid w:val="00162584"/>
    <w:rsid w:val="0016718A"/>
    <w:rsid w:val="001672BF"/>
    <w:rsid w:val="00167D38"/>
    <w:rsid w:val="00172643"/>
    <w:rsid w:val="001726DA"/>
    <w:rsid w:val="00172E81"/>
    <w:rsid w:val="00172FA1"/>
    <w:rsid w:val="00173F33"/>
    <w:rsid w:val="001741EE"/>
    <w:rsid w:val="00174319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4719"/>
    <w:rsid w:val="00185390"/>
    <w:rsid w:val="00185749"/>
    <w:rsid w:val="00186642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2E46"/>
    <w:rsid w:val="001A60FD"/>
    <w:rsid w:val="001A7D00"/>
    <w:rsid w:val="001B0773"/>
    <w:rsid w:val="001B297F"/>
    <w:rsid w:val="001B50C1"/>
    <w:rsid w:val="001B5827"/>
    <w:rsid w:val="001B7FF4"/>
    <w:rsid w:val="001C04D0"/>
    <w:rsid w:val="001C2A19"/>
    <w:rsid w:val="001C2C04"/>
    <w:rsid w:val="001C422D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1D3A"/>
    <w:rsid w:val="001E2AD9"/>
    <w:rsid w:val="001E2E0F"/>
    <w:rsid w:val="001E4417"/>
    <w:rsid w:val="001E561E"/>
    <w:rsid w:val="001E7344"/>
    <w:rsid w:val="001F016C"/>
    <w:rsid w:val="001F0A73"/>
    <w:rsid w:val="001F0C4C"/>
    <w:rsid w:val="001F0D20"/>
    <w:rsid w:val="001F0FBA"/>
    <w:rsid w:val="001F13C3"/>
    <w:rsid w:val="001F3A25"/>
    <w:rsid w:val="001F469A"/>
    <w:rsid w:val="001F6827"/>
    <w:rsid w:val="001F7384"/>
    <w:rsid w:val="002034FD"/>
    <w:rsid w:val="00204700"/>
    <w:rsid w:val="00204C0C"/>
    <w:rsid w:val="00204ED7"/>
    <w:rsid w:val="00204FC0"/>
    <w:rsid w:val="00205B03"/>
    <w:rsid w:val="00206376"/>
    <w:rsid w:val="0020649E"/>
    <w:rsid w:val="002069A9"/>
    <w:rsid w:val="00206F13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1C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4D3C"/>
    <w:rsid w:val="002552F6"/>
    <w:rsid w:val="00256155"/>
    <w:rsid w:val="00262AC6"/>
    <w:rsid w:val="00264B04"/>
    <w:rsid w:val="00265D9D"/>
    <w:rsid w:val="0026732A"/>
    <w:rsid w:val="00271CE3"/>
    <w:rsid w:val="00272532"/>
    <w:rsid w:val="002754AE"/>
    <w:rsid w:val="00277042"/>
    <w:rsid w:val="002818CB"/>
    <w:rsid w:val="00283DD2"/>
    <w:rsid w:val="00285142"/>
    <w:rsid w:val="00285756"/>
    <w:rsid w:val="00285AFE"/>
    <w:rsid w:val="00285CC6"/>
    <w:rsid w:val="0028661E"/>
    <w:rsid w:val="00287E47"/>
    <w:rsid w:val="00290315"/>
    <w:rsid w:val="002911EB"/>
    <w:rsid w:val="002913B8"/>
    <w:rsid w:val="00294DFF"/>
    <w:rsid w:val="00295B4D"/>
    <w:rsid w:val="0029679B"/>
    <w:rsid w:val="00297417"/>
    <w:rsid w:val="002A02DB"/>
    <w:rsid w:val="002A1A78"/>
    <w:rsid w:val="002A3C5A"/>
    <w:rsid w:val="002A502E"/>
    <w:rsid w:val="002A531E"/>
    <w:rsid w:val="002A54EB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A61"/>
    <w:rsid w:val="002D0F7A"/>
    <w:rsid w:val="002D178E"/>
    <w:rsid w:val="002D246A"/>
    <w:rsid w:val="002D3825"/>
    <w:rsid w:val="002D3D9E"/>
    <w:rsid w:val="002D4688"/>
    <w:rsid w:val="002D5D4D"/>
    <w:rsid w:val="002D7743"/>
    <w:rsid w:val="002D7F3F"/>
    <w:rsid w:val="002E1826"/>
    <w:rsid w:val="002E1B54"/>
    <w:rsid w:val="002E287C"/>
    <w:rsid w:val="002E3665"/>
    <w:rsid w:val="002E560C"/>
    <w:rsid w:val="002E700C"/>
    <w:rsid w:val="002E7A65"/>
    <w:rsid w:val="002E7AF6"/>
    <w:rsid w:val="002F01A6"/>
    <w:rsid w:val="002F02DB"/>
    <w:rsid w:val="002F0BC2"/>
    <w:rsid w:val="002F21B4"/>
    <w:rsid w:val="002F3900"/>
    <w:rsid w:val="002F40DB"/>
    <w:rsid w:val="002F47B7"/>
    <w:rsid w:val="002F5108"/>
    <w:rsid w:val="002F61F6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0A8"/>
    <w:rsid w:val="003075BA"/>
    <w:rsid w:val="0031137E"/>
    <w:rsid w:val="00311A27"/>
    <w:rsid w:val="0031232A"/>
    <w:rsid w:val="003125ED"/>
    <w:rsid w:val="0031295E"/>
    <w:rsid w:val="0031395C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2F73"/>
    <w:rsid w:val="00323F0F"/>
    <w:rsid w:val="00324445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113B"/>
    <w:rsid w:val="003320B4"/>
    <w:rsid w:val="00332720"/>
    <w:rsid w:val="00332D39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49B7"/>
    <w:rsid w:val="00344A89"/>
    <w:rsid w:val="00345DFD"/>
    <w:rsid w:val="00346880"/>
    <w:rsid w:val="00346AD7"/>
    <w:rsid w:val="003471B4"/>
    <w:rsid w:val="00347BB6"/>
    <w:rsid w:val="00347C95"/>
    <w:rsid w:val="00347D5E"/>
    <w:rsid w:val="00350BFE"/>
    <w:rsid w:val="003516FA"/>
    <w:rsid w:val="00352132"/>
    <w:rsid w:val="0035428F"/>
    <w:rsid w:val="00354368"/>
    <w:rsid w:val="003602CF"/>
    <w:rsid w:val="0036224C"/>
    <w:rsid w:val="003630BF"/>
    <w:rsid w:val="0036360F"/>
    <w:rsid w:val="00364DC1"/>
    <w:rsid w:val="00364FCD"/>
    <w:rsid w:val="003650EE"/>
    <w:rsid w:val="00372489"/>
    <w:rsid w:val="0037386C"/>
    <w:rsid w:val="00373F57"/>
    <w:rsid w:val="00376562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85656"/>
    <w:rsid w:val="00393AB4"/>
    <w:rsid w:val="00396134"/>
    <w:rsid w:val="00397FAF"/>
    <w:rsid w:val="00397FF3"/>
    <w:rsid w:val="003A0B0D"/>
    <w:rsid w:val="003A4332"/>
    <w:rsid w:val="003A65E5"/>
    <w:rsid w:val="003A77BE"/>
    <w:rsid w:val="003A7AE6"/>
    <w:rsid w:val="003B005F"/>
    <w:rsid w:val="003B008B"/>
    <w:rsid w:val="003B05B7"/>
    <w:rsid w:val="003B091B"/>
    <w:rsid w:val="003B2344"/>
    <w:rsid w:val="003B3C8F"/>
    <w:rsid w:val="003B3E51"/>
    <w:rsid w:val="003B3FC8"/>
    <w:rsid w:val="003B485C"/>
    <w:rsid w:val="003B6137"/>
    <w:rsid w:val="003B61DF"/>
    <w:rsid w:val="003B7376"/>
    <w:rsid w:val="003C05AC"/>
    <w:rsid w:val="003C0A99"/>
    <w:rsid w:val="003C1F4C"/>
    <w:rsid w:val="003C2928"/>
    <w:rsid w:val="003C2AC6"/>
    <w:rsid w:val="003C3D48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D79D9"/>
    <w:rsid w:val="003E0608"/>
    <w:rsid w:val="003E078C"/>
    <w:rsid w:val="003E095C"/>
    <w:rsid w:val="003E188F"/>
    <w:rsid w:val="003E1DED"/>
    <w:rsid w:val="003E2184"/>
    <w:rsid w:val="003E3879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39D8"/>
    <w:rsid w:val="003F4784"/>
    <w:rsid w:val="003F5952"/>
    <w:rsid w:val="003F643F"/>
    <w:rsid w:val="003F6656"/>
    <w:rsid w:val="003F702A"/>
    <w:rsid w:val="003F7238"/>
    <w:rsid w:val="003F7F18"/>
    <w:rsid w:val="0040029B"/>
    <w:rsid w:val="004006D0"/>
    <w:rsid w:val="00400CD3"/>
    <w:rsid w:val="00401669"/>
    <w:rsid w:val="0040329C"/>
    <w:rsid w:val="0040392A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0B95"/>
    <w:rsid w:val="004217C2"/>
    <w:rsid w:val="00421F6D"/>
    <w:rsid w:val="0042278D"/>
    <w:rsid w:val="00423611"/>
    <w:rsid w:val="00424000"/>
    <w:rsid w:val="00425EA9"/>
    <w:rsid w:val="00426867"/>
    <w:rsid w:val="00430AE0"/>
    <w:rsid w:val="004321D9"/>
    <w:rsid w:val="004337D8"/>
    <w:rsid w:val="004338C5"/>
    <w:rsid w:val="00433B15"/>
    <w:rsid w:val="0043426A"/>
    <w:rsid w:val="004358E0"/>
    <w:rsid w:val="004379A5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2E14"/>
    <w:rsid w:val="00483509"/>
    <w:rsid w:val="00483569"/>
    <w:rsid w:val="004852CB"/>
    <w:rsid w:val="00485AD4"/>
    <w:rsid w:val="0048722A"/>
    <w:rsid w:val="004874CC"/>
    <w:rsid w:val="00487D64"/>
    <w:rsid w:val="00493115"/>
    <w:rsid w:val="00494C8D"/>
    <w:rsid w:val="00495566"/>
    <w:rsid w:val="004955D3"/>
    <w:rsid w:val="00495A92"/>
    <w:rsid w:val="0049683A"/>
    <w:rsid w:val="004A0A23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5B1"/>
    <w:rsid w:val="004C7C5B"/>
    <w:rsid w:val="004C7F0B"/>
    <w:rsid w:val="004D03F0"/>
    <w:rsid w:val="004D11BC"/>
    <w:rsid w:val="004D3660"/>
    <w:rsid w:val="004D427D"/>
    <w:rsid w:val="004D6132"/>
    <w:rsid w:val="004D7D84"/>
    <w:rsid w:val="004E03FE"/>
    <w:rsid w:val="004E06ED"/>
    <w:rsid w:val="004E30F2"/>
    <w:rsid w:val="004E46DA"/>
    <w:rsid w:val="004E4ECF"/>
    <w:rsid w:val="004E4F1C"/>
    <w:rsid w:val="004E73BF"/>
    <w:rsid w:val="004E7F01"/>
    <w:rsid w:val="004F24A3"/>
    <w:rsid w:val="004F28E0"/>
    <w:rsid w:val="004F2911"/>
    <w:rsid w:val="004F2ACF"/>
    <w:rsid w:val="004F39E9"/>
    <w:rsid w:val="004F3F30"/>
    <w:rsid w:val="004F5A31"/>
    <w:rsid w:val="004F60CD"/>
    <w:rsid w:val="004F64AA"/>
    <w:rsid w:val="004F6558"/>
    <w:rsid w:val="004F6752"/>
    <w:rsid w:val="004F690D"/>
    <w:rsid w:val="004F6A11"/>
    <w:rsid w:val="004F7008"/>
    <w:rsid w:val="004F7BEA"/>
    <w:rsid w:val="00500B1C"/>
    <w:rsid w:val="00505357"/>
    <w:rsid w:val="00505699"/>
    <w:rsid w:val="00505ADD"/>
    <w:rsid w:val="00505FD8"/>
    <w:rsid w:val="00506279"/>
    <w:rsid w:val="00507BBA"/>
    <w:rsid w:val="00512E8F"/>
    <w:rsid w:val="00513013"/>
    <w:rsid w:val="00513E4E"/>
    <w:rsid w:val="00514DBB"/>
    <w:rsid w:val="00516018"/>
    <w:rsid w:val="00516B39"/>
    <w:rsid w:val="00517F17"/>
    <w:rsid w:val="00520DC2"/>
    <w:rsid w:val="00522230"/>
    <w:rsid w:val="005222B1"/>
    <w:rsid w:val="00522BFE"/>
    <w:rsid w:val="005236DA"/>
    <w:rsid w:val="00523ED3"/>
    <w:rsid w:val="00524669"/>
    <w:rsid w:val="00524BDF"/>
    <w:rsid w:val="005259EF"/>
    <w:rsid w:val="00526956"/>
    <w:rsid w:val="00527552"/>
    <w:rsid w:val="005305FE"/>
    <w:rsid w:val="00533058"/>
    <w:rsid w:val="00533862"/>
    <w:rsid w:val="00536530"/>
    <w:rsid w:val="005369A9"/>
    <w:rsid w:val="00537660"/>
    <w:rsid w:val="00542307"/>
    <w:rsid w:val="00542F42"/>
    <w:rsid w:val="00543A0E"/>
    <w:rsid w:val="0054400F"/>
    <w:rsid w:val="00544651"/>
    <w:rsid w:val="0054472B"/>
    <w:rsid w:val="00545A1A"/>
    <w:rsid w:val="00545F60"/>
    <w:rsid w:val="00550AE7"/>
    <w:rsid w:val="00551860"/>
    <w:rsid w:val="005519F0"/>
    <w:rsid w:val="00553A1C"/>
    <w:rsid w:val="00555256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A59"/>
    <w:rsid w:val="00574B8D"/>
    <w:rsid w:val="00580475"/>
    <w:rsid w:val="0058109A"/>
    <w:rsid w:val="005812AB"/>
    <w:rsid w:val="00581F2E"/>
    <w:rsid w:val="00582693"/>
    <w:rsid w:val="0058331D"/>
    <w:rsid w:val="00583807"/>
    <w:rsid w:val="0058500C"/>
    <w:rsid w:val="00585D69"/>
    <w:rsid w:val="00586220"/>
    <w:rsid w:val="005865DD"/>
    <w:rsid w:val="005868AE"/>
    <w:rsid w:val="005879AB"/>
    <w:rsid w:val="00590B59"/>
    <w:rsid w:val="00591A33"/>
    <w:rsid w:val="00592177"/>
    <w:rsid w:val="0059542E"/>
    <w:rsid w:val="00596AF1"/>
    <w:rsid w:val="00596F56"/>
    <w:rsid w:val="0059789A"/>
    <w:rsid w:val="00597AD2"/>
    <w:rsid w:val="005A01D0"/>
    <w:rsid w:val="005A03FA"/>
    <w:rsid w:val="005A09E6"/>
    <w:rsid w:val="005A0E00"/>
    <w:rsid w:val="005A0F08"/>
    <w:rsid w:val="005A163D"/>
    <w:rsid w:val="005A1730"/>
    <w:rsid w:val="005A22C0"/>
    <w:rsid w:val="005A2520"/>
    <w:rsid w:val="005A2BEA"/>
    <w:rsid w:val="005A4607"/>
    <w:rsid w:val="005A4A82"/>
    <w:rsid w:val="005A6881"/>
    <w:rsid w:val="005A6B56"/>
    <w:rsid w:val="005A7BCA"/>
    <w:rsid w:val="005B0F0D"/>
    <w:rsid w:val="005B10A7"/>
    <w:rsid w:val="005B166B"/>
    <w:rsid w:val="005B1678"/>
    <w:rsid w:val="005B172B"/>
    <w:rsid w:val="005B3BF9"/>
    <w:rsid w:val="005B3D21"/>
    <w:rsid w:val="005B3EC2"/>
    <w:rsid w:val="005B4EC0"/>
    <w:rsid w:val="005B6C9B"/>
    <w:rsid w:val="005B6CCF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62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2725"/>
    <w:rsid w:val="00606224"/>
    <w:rsid w:val="0061020B"/>
    <w:rsid w:val="00610847"/>
    <w:rsid w:val="0061095B"/>
    <w:rsid w:val="006129E7"/>
    <w:rsid w:val="00612B53"/>
    <w:rsid w:val="006133C8"/>
    <w:rsid w:val="006141F9"/>
    <w:rsid w:val="00615581"/>
    <w:rsid w:val="00616712"/>
    <w:rsid w:val="00616CA3"/>
    <w:rsid w:val="00617070"/>
    <w:rsid w:val="00620E63"/>
    <w:rsid w:val="00621BE5"/>
    <w:rsid w:val="006242AC"/>
    <w:rsid w:val="00624472"/>
    <w:rsid w:val="0062543A"/>
    <w:rsid w:val="006260F1"/>
    <w:rsid w:val="0062669B"/>
    <w:rsid w:val="0062702D"/>
    <w:rsid w:val="00627358"/>
    <w:rsid w:val="00630C01"/>
    <w:rsid w:val="0063208F"/>
    <w:rsid w:val="006338A1"/>
    <w:rsid w:val="006371EC"/>
    <w:rsid w:val="006426AE"/>
    <w:rsid w:val="006428D3"/>
    <w:rsid w:val="00642BA8"/>
    <w:rsid w:val="00643032"/>
    <w:rsid w:val="00644895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09C6"/>
    <w:rsid w:val="0066116A"/>
    <w:rsid w:val="006613FB"/>
    <w:rsid w:val="00661A7C"/>
    <w:rsid w:val="00662A35"/>
    <w:rsid w:val="00662A74"/>
    <w:rsid w:val="00662BBB"/>
    <w:rsid w:val="00662DA3"/>
    <w:rsid w:val="00663636"/>
    <w:rsid w:val="00664161"/>
    <w:rsid w:val="006712FC"/>
    <w:rsid w:val="00671CD7"/>
    <w:rsid w:val="00673439"/>
    <w:rsid w:val="00674927"/>
    <w:rsid w:val="00674F7D"/>
    <w:rsid w:val="006764DF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831"/>
    <w:rsid w:val="00684F5A"/>
    <w:rsid w:val="006863D8"/>
    <w:rsid w:val="006874AB"/>
    <w:rsid w:val="00690766"/>
    <w:rsid w:val="00691270"/>
    <w:rsid w:val="00691665"/>
    <w:rsid w:val="00691CF5"/>
    <w:rsid w:val="0069215E"/>
    <w:rsid w:val="0069312F"/>
    <w:rsid w:val="0069499B"/>
    <w:rsid w:val="006949A9"/>
    <w:rsid w:val="00695071"/>
    <w:rsid w:val="006958A1"/>
    <w:rsid w:val="006958BC"/>
    <w:rsid w:val="00696E7D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3C98"/>
    <w:rsid w:val="006B4AA1"/>
    <w:rsid w:val="006B50C1"/>
    <w:rsid w:val="006B554F"/>
    <w:rsid w:val="006B5BB0"/>
    <w:rsid w:val="006B6795"/>
    <w:rsid w:val="006B6F5F"/>
    <w:rsid w:val="006C037B"/>
    <w:rsid w:val="006C1612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D7EEE"/>
    <w:rsid w:val="006E395A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25C2"/>
    <w:rsid w:val="00703A87"/>
    <w:rsid w:val="00705AC4"/>
    <w:rsid w:val="00705B36"/>
    <w:rsid w:val="00707180"/>
    <w:rsid w:val="007073A0"/>
    <w:rsid w:val="0070753E"/>
    <w:rsid w:val="00711F01"/>
    <w:rsid w:val="007152B1"/>
    <w:rsid w:val="00715AC5"/>
    <w:rsid w:val="00715F74"/>
    <w:rsid w:val="00720521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4C0D"/>
    <w:rsid w:val="00736EF6"/>
    <w:rsid w:val="00737141"/>
    <w:rsid w:val="00737FD0"/>
    <w:rsid w:val="0074043B"/>
    <w:rsid w:val="00741743"/>
    <w:rsid w:val="00741C9C"/>
    <w:rsid w:val="00741E9A"/>
    <w:rsid w:val="0074256A"/>
    <w:rsid w:val="00745F19"/>
    <w:rsid w:val="0075099D"/>
    <w:rsid w:val="00750C66"/>
    <w:rsid w:val="007515CA"/>
    <w:rsid w:val="00752E01"/>
    <w:rsid w:val="00753278"/>
    <w:rsid w:val="007533E4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0860"/>
    <w:rsid w:val="007814A4"/>
    <w:rsid w:val="00782186"/>
    <w:rsid w:val="007826BA"/>
    <w:rsid w:val="007838DC"/>
    <w:rsid w:val="00783F03"/>
    <w:rsid w:val="00784576"/>
    <w:rsid w:val="00785F0A"/>
    <w:rsid w:val="00787774"/>
    <w:rsid w:val="00790911"/>
    <w:rsid w:val="007910F8"/>
    <w:rsid w:val="00791BC9"/>
    <w:rsid w:val="00792DE3"/>
    <w:rsid w:val="00793124"/>
    <w:rsid w:val="00793CCE"/>
    <w:rsid w:val="007940DB"/>
    <w:rsid w:val="00794221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2A2B"/>
    <w:rsid w:val="007B32B5"/>
    <w:rsid w:val="007B6A35"/>
    <w:rsid w:val="007B6BFD"/>
    <w:rsid w:val="007C00CD"/>
    <w:rsid w:val="007C152E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28D4"/>
    <w:rsid w:val="007D39FD"/>
    <w:rsid w:val="007D5C56"/>
    <w:rsid w:val="007D61AB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1B5C"/>
    <w:rsid w:val="007F242B"/>
    <w:rsid w:val="007F2CF9"/>
    <w:rsid w:val="007F2F46"/>
    <w:rsid w:val="007F3B20"/>
    <w:rsid w:val="007F41C6"/>
    <w:rsid w:val="007F47CA"/>
    <w:rsid w:val="007F5C2A"/>
    <w:rsid w:val="007F7283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4487"/>
    <w:rsid w:val="0081633C"/>
    <w:rsid w:val="0081677A"/>
    <w:rsid w:val="0081732E"/>
    <w:rsid w:val="00820BFC"/>
    <w:rsid w:val="00820C13"/>
    <w:rsid w:val="00820F8D"/>
    <w:rsid w:val="00821020"/>
    <w:rsid w:val="008223AD"/>
    <w:rsid w:val="00825DEB"/>
    <w:rsid w:val="00826D37"/>
    <w:rsid w:val="008306F7"/>
    <w:rsid w:val="00830A9F"/>
    <w:rsid w:val="00831940"/>
    <w:rsid w:val="00831CA2"/>
    <w:rsid w:val="00831CC2"/>
    <w:rsid w:val="00833E7C"/>
    <w:rsid w:val="00835D12"/>
    <w:rsid w:val="00835DEA"/>
    <w:rsid w:val="00836335"/>
    <w:rsid w:val="008368E0"/>
    <w:rsid w:val="00836DF2"/>
    <w:rsid w:val="00837D82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47E1"/>
    <w:rsid w:val="008654AF"/>
    <w:rsid w:val="00867000"/>
    <w:rsid w:val="00870302"/>
    <w:rsid w:val="008704E1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28B"/>
    <w:rsid w:val="008827A5"/>
    <w:rsid w:val="00883064"/>
    <w:rsid w:val="008841BA"/>
    <w:rsid w:val="00884758"/>
    <w:rsid w:val="008848B3"/>
    <w:rsid w:val="00884A00"/>
    <w:rsid w:val="00886066"/>
    <w:rsid w:val="0088642E"/>
    <w:rsid w:val="00887B9C"/>
    <w:rsid w:val="008909A4"/>
    <w:rsid w:val="00894AB3"/>
    <w:rsid w:val="008953ED"/>
    <w:rsid w:val="00896CCC"/>
    <w:rsid w:val="00897044"/>
    <w:rsid w:val="00897CD3"/>
    <w:rsid w:val="008A0EA8"/>
    <w:rsid w:val="008A0EB2"/>
    <w:rsid w:val="008A1752"/>
    <w:rsid w:val="008A1D0E"/>
    <w:rsid w:val="008A1DE0"/>
    <w:rsid w:val="008A2902"/>
    <w:rsid w:val="008A319C"/>
    <w:rsid w:val="008A3613"/>
    <w:rsid w:val="008A394D"/>
    <w:rsid w:val="008A3D5B"/>
    <w:rsid w:val="008A4D05"/>
    <w:rsid w:val="008A7BD5"/>
    <w:rsid w:val="008B153E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0D9B"/>
    <w:rsid w:val="008D162E"/>
    <w:rsid w:val="008D204E"/>
    <w:rsid w:val="008D2CBE"/>
    <w:rsid w:val="008D51B7"/>
    <w:rsid w:val="008D655A"/>
    <w:rsid w:val="008D6915"/>
    <w:rsid w:val="008D79A5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43BD"/>
    <w:rsid w:val="008F59C7"/>
    <w:rsid w:val="008F6B29"/>
    <w:rsid w:val="008F70D9"/>
    <w:rsid w:val="008F717B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2749B"/>
    <w:rsid w:val="0093316F"/>
    <w:rsid w:val="00936CC8"/>
    <w:rsid w:val="00940F76"/>
    <w:rsid w:val="00946D25"/>
    <w:rsid w:val="00947841"/>
    <w:rsid w:val="00947C0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1F9E"/>
    <w:rsid w:val="009724D2"/>
    <w:rsid w:val="0097283D"/>
    <w:rsid w:val="00972AE7"/>
    <w:rsid w:val="00973597"/>
    <w:rsid w:val="009736C3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3A3D"/>
    <w:rsid w:val="00995D7A"/>
    <w:rsid w:val="00995E42"/>
    <w:rsid w:val="00996267"/>
    <w:rsid w:val="009A2792"/>
    <w:rsid w:val="009A2ABD"/>
    <w:rsid w:val="009A4871"/>
    <w:rsid w:val="009A5BC4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38E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496D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32A0"/>
    <w:rsid w:val="009E4414"/>
    <w:rsid w:val="009E530D"/>
    <w:rsid w:val="009E6301"/>
    <w:rsid w:val="009E6B3F"/>
    <w:rsid w:val="009E7584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4654"/>
    <w:rsid w:val="00A15837"/>
    <w:rsid w:val="00A159EB"/>
    <w:rsid w:val="00A1602C"/>
    <w:rsid w:val="00A16759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3F4A"/>
    <w:rsid w:val="00A44EB7"/>
    <w:rsid w:val="00A462E1"/>
    <w:rsid w:val="00A46B01"/>
    <w:rsid w:val="00A46FDD"/>
    <w:rsid w:val="00A523D6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774CA"/>
    <w:rsid w:val="00A801CE"/>
    <w:rsid w:val="00A81F07"/>
    <w:rsid w:val="00A857C1"/>
    <w:rsid w:val="00A860B3"/>
    <w:rsid w:val="00A8668E"/>
    <w:rsid w:val="00A86CC9"/>
    <w:rsid w:val="00A86CDC"/>
    <w:rsid w:val="00A870F0"/>
    <w:rsid w:val="00A91647"/>
    <w:rsid w:val="00A9247D"/>
    <w:rsid w:val="00A92CB9"/>
    <w:rsid w:val="00A948D1"/>
    <w:rsid w:val="00A95061"/>
    <w:rsid w:val="00A950FD"/>
    <w:rsid w:val="00A955F6"/>
    <w:rsid w:val="00A9593E"/>
    <w:rsid w:val="00A973B8"/>
    <w:rsid w:val="00AA029F"/>
    <w:rsid w:val="00AA02A0"/>
    <w:rsid w:val="00AA0AFF"/>
    <w:rsid w:val="00AA2642"/>
    <w:rsid w:val="00AA36CC"/>
    <w:rsid w:val="00AA390E"/>
    <w:rsid w:val="00AA5201"/>
    <w:rsid w:val="00AA59E0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2CA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000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20E3"/>
    <w:rsid w:val="00AF3551"/>
    <w:rsid w:val="00AF4154"/>
    <w:rsid w:val="00AF43D1"/>
    <w:rsid w:val="00AF5BB9"/>
    <w:rsid w:val="00AF6006"/>
    <w:rsid w:val="00AF675D"/>
    <w:rsid w:val="00AF6867"/>
    <w:rsid w:val="00AF6ED6"/>
    <w:rsid w:val="00AF7F70"/>
    <w:rsid w:val="00B0052E"/>
    <w:rsid w:val="00B006D2"/>
    <w:rsid w:val="00B03BA7"/>
    <w:rsid w:val="00B05971"/>
    <w:rsid w:val="00B06BD2"/>
    <w:rsid w:val="00B072C3"/>
    <w:rsid w:val="00B0733C"/>
    <w:rsid w:val="00B10E9F"/>
    <w:rsid w:val="00B1103C"/>
    <w:rsid w:val="00B124CB"/>
    <w:rsid w:val="00B127B6"/>
    <w:rsid w:val="00B12A1A"/>
    <w:rsid w:val="00B13590"/>
    <w:rsid w:val="00B169F9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7E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46E71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26B7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873F4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0CCF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E58C5"/>
    <w:rsid w:val="00BE650C"/>
    <w:rsid w:val="00BE6CC9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07760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343D"/>
    <w:rsid w:val="00C44149"/>
    <w:rsid w:val="00C44396"/>
    <w:rsid w:val="00C44D39"/>
    <w:rsid w:val="00C45509"/>
    <w:rsid w:val="00C468EB"/>
    <w:rsid w:val="00C51380"/>
    <w:rsid w:val="00C5170C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62E2"/>
    <w:rsid w:val="00C76F8F"/>
    <w:rsid w:val="00C77D5A"/>
    <w:rsid w:val="00C82141"/>
    <w:rsid w:val="00C82A1D"/>
    <w:rsid w:val="00C82F35"/>
    <w:rsid w:val="00C832FA"/>
    <w:rsid w:val="00C83C97"/>
    <w:rsid w:val="00C8678E"/>
    <w:rsid w:val="00C869D8"/>
    <w:rsid w:val="00C87321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25B"/>
    <w:rsid w:val="00C9780F"/>
    <w:rsid w:val="00C97B93"/>
    <w:rsid w:val="00CA0FF1"/>
    <w:rsid w:val="00CA2CC2"/>
    <w:rsid w:val="00CA3374"/>
    <w:rsid w:val="00CA42F8"/>
    <w:rsid w:val="00CA4489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075A"/>
    <w:rsid w:val="00CC39CE"/>
    <w:rsid w:val="00CC3C0F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2B3D"/>
    <w:rsid w:val="00CF31DE"/>
    <w:rsid w:val="00CF42FF"/>
    <w:rsid w:val="00CF4A66"/>
    <w:rsid w:val="00CF54A5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9CF"/>
    <w:rsid w:val="00D232B3"/>
    <w:rsid w:val="00D233C7"/>
    <w:rsid w:val="00D23DF2"/>
    <w:rsid w:val="00D248C9"/>
    <w:rsid w:val="00D26F93"/>
    <w:rsid w:val="00D27173"/>
    <w:rsid w:val="00D27F5D"/>
    <w:rsid w:val="00D314AD"/>
    <w:rsid w:val="00D33C9D"/>
    <w:rsid w:val="00D351F7"/>
    <w:rsid w:val="00D3613A"/>
    <w:rsid w:val="00D365FC"/>
    <w:rsid w:val="00D36BE7"/>
    <w:rsid w:val="00D42E6F"/>
    <w:rsid w:val="00D43F9F"/>
    <w:rsid w:val="00D44423"/>
    <w:rsid w:val="00D44CA5"/>
    <w:rsid w:val="00D45487"/>
    <w:rsid w:val="00D46188"/>
    <w:rsid w:val="00D4637E"/>
    <w:rsid w:val="00D4668F"/>
    <w:rsid w:val="00D478D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2403"/>
    <w:rsid w:val="00D63E17"/>
    <w:rsid w:val="00D63FFA"/>
    <w:rsid w:val="00D6464D"/>
    <w:rsid w:val="00D6534A"/>
    <w:rsid w:val="00D65A3B"/>
    <w:rsid w:val="00D6605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6E2E"/>
    <w:rsid w:val="00D773AB"/>
    <w:rsid w:val="00D77980"/>
    <w:rsid w:val="00D77CC8"/>
    <w:rsid w:val="00D77D61"/>
    <w:rsid w:val="00D802A9"/>
    <w:rsid w:val="00D80411"/>
    <w:rsid w:val="00D80929"/>
    <w:rsid w:val="00D82087"/>
    <w:rsid w:val="00D83191"/>
    <w:rsid w:val="00D8365B"/>
    <w:rsid w:val="00D8370C"/>
    <w:rsid w:val="00D84E66"/>
    <w:rsid w:val="00D85EAC"/>
    <w:rsid w:val="00D864F8"/>
    <w:rsid w:val="00D900E5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2A90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5147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E7AC0"/>
    <w:rsid w:val="00DF1363"/>
    <w:rsid w:val="00DF1D8C"/>
    <w:rsid w:val="00DF1F71"/>
    <w:rsid w:val="00DF2C46"/>
    <w:rsid w:val="00DF51C8"/>
    <w:rsid w:val="00DF556D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4069"/>
    <w:rsid w:val="00E07338"/>
    <w:rsid w:val="00E074C4"/>
    <w:rsid w:val="00E07978"/>
    <w:rsid w:val="00E10C9D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567"/>
    <w:rsid w:val="00E266DC"/>
    <w:rsid w:val="00E26B3B"/>
    <w:rsid w:val="00E27597"/>
    <w:rsid w:val="00E3022D"/>
    <w:rsid w:val="00E30447"/>
    <w:rsid w:val="00E30DFA"/>
    <w:rsid w:val="00E316F1"/>
    <w:rsid w:val="00E32049"/>
    <w:rsid w:val="00E336D0"/>
    <w:rsid w:val="00E34FE8"/>
    <w:rsid w:val="00E35D5B"/>
    <w:rsid w:val="00E36059"/>
    <w:rsid w:val="00E37D16"/>
    <w:rsid w:val="00E427C5"/>
    <w:rsid w:val="00E432C4"/>
    <w:rsid w:val="00E4414A"/>
    <w:rsid w:val="00E44DD8"/>
    <w:rsid w:val="00E454F2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55BB"/>
    <w:rsid w:val="00E66AC9"/>
    <w:rsid w:val="00E66CFD"/>
    <w:rsid w:val="00E71A42"/>
    <w:rsid w:val="00E721EC"/>
    <w:rsid w:val="00E74743"/>
    <w:rsid w:val="00E754FF"/>
    <w:rsid w:val="00E7578D"/>
    <w:rsid w:val="00E774AD"/>
    <w:rsid w:val="00E77E5E"/>
    <w:rsid w:val="00E8023F"/>
    <w:rsid w:val="00E83C32"/>
    <w:rsid w:val="00E83E30"/>
    <w:rsid w:val="00E8457F"/>
    <w:rsid w:val="00E8487B"/>
    <w:rsid w:val="00E8514C"/>
    <w:rsid w:val="00E86C30"/>
    <w:rsid w:val="00E86D25"/>
    <w:rsid w:val="00E87ABB"/>
    <w:rsid w:val="00E90791"/>
    <w:rsid w:val="00E908B0"/>
    <w:rsid w:val="00E90C30"/>
    <w:rsid w:val="00E915C0"/>
    <w:rsid w:val="00E9160E"/>
    <w:rsid w:val="00E91D31"/>
    <w:rsid w:val="00E9594D"/>
    <w:rsid w:val="00E95A01"/>
    <w:rsid w:val="00E95F2A"/>
    <w:rsid w:val="00E9646C"/>
    <w:rsid w:val="00E97702"/>
    <w:rsid w:val="00E97C63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2011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D5489"/>
    <w:rsid w:val="00EE02BC"/>
    <w:rsid w:val="00EE050C"/>
    <w:rsid w:val="00EE050F"/>
    <w:rsid w:val="00EE3733"/>
    <w:rsid w:val="00EE3903"/>
    <w:rsid w:val="00EE3DFC"/>
    <w:rsid w:val="00EE47C0"/>
    <w:rsid w:val="00EE48BF"/>
    <w:rsid w:val="00EE5A52"/>
    <w:rsid w:val="00EE6BFF"/>
    <w:rsid w:val="00EF0F63"/>
    <w:rsid w:val="00EF1883"/>
    <w:rsid w:val="00EF1AE7"/>
    <w:rsid w:val="00EF2DD6"/>
    <w:rsid w:val="00EF49D4"/>
    <w:rsid w:val="00F00268"/>
    <w:rsid w:val="00F01BC3"/>
    <w:rsid w:val="00F01C8C"/>
    <w:rsid w:val="00F02F05"/>
    <w:rsid w:val="00F03815"/>
    <w:rsid w:val="00F04090"/>
    <w:rsid w:val="00F05C91"/>
    <w:rsid w:val="00F06342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4EE0"/>
    <w:rsid w:val="00F254BE"/>
    <w:rsid w:val="00F256F3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27E8"/>
    <w:rsid w:val="00F434DF"/>
    <w:rsid w:val="00F4398B"/>
    <w:rsid w:val="00F44F65"/>
    <w:rsid w:val="00F451F6"/>
    <w:rsid w:val="00F45A25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086"/>
    <w:rsid w:val="00F63AAB"/>
    <w:rsid w:val="00F640E3"/>
    <w:rsid w:val="00F6538B"/>
    <w:rsid w:val="00F6542F"/>
    <w:rsid w:val="00F659A3"/>
    <w:rsid w:val="00F65C85"/>
    <w:rsid w:val="00F6777E"/>
    <w:rsid w:val="00F72436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1867"/>
    <w:rsid w:val="00FA20D2"/>
    <w:rsid w:val="00FA2DF0"/>
    <w:rsid w:val="00FA3CFC"/>
    <w:rsid w:val="00FA4F98"/>
    <w:rsid w:val="00FB002F"/>
    <w:rsid w:val="00FB00FA"/>
    <w:rsid w:val="00FB0141"/>
    <w:rsid w:val="00FB2E02"/>
    <w:rsid w:val="00FB61D3"/>
    <w:rsid w:val="00FB6C23"/>
    <w:rsid w:val="00FC03B1"/>
    <w:rsid w:val="00FC084A"/>
    <w:rsid w:val="00FC182F"/>
    <w:rsid w:val="00FC1C13"/>
    <w:rsid w:val="00FC389C"/>
    <w:rsid w:val="00FC3A83"/>
    <w:rsid w:val="00FC4428"/>
    <w:rsid w:val="00FC4C4A"/>
    <w:rsid w:val="00FC549B"/>
    <w:rsid w:val="00FC54C5"/>
    <w:rsid w:val="00FC7596"/>
    <w:rsid w:val="00FC786C"/>
    <w:rsid w:val="00FD0B63"/>
    <w:rsid w:val="00FD0DC3"/>
    <w:rsid w:val="00FD151A"/>
    <w:rsid w:val="00FD17F9"/>
    <w:rsid w:val="00FD1F3F"/>
    <w:rsid w:val="00FD3A8C"/>
    <w:rsid w:val="00FD4694"/>
    <w:rsid w:val="00FD4955"/>
    <w:rsid w:val="00FD4A67"/>
    <w:rsid w:val="00FD5A76"/>
    <w:rsid w:val="00FD7C28"/>
    <w:rsid w:val="00FE0BB2"/>
    <w:rsid w:val="00FE1225"/>
    <w:rsid w:val="00FE1782"/>
    <w:rsid w:val="00FE1C11"/>
    <w:rsid w:val="00FE28F8"/>
    <w:rsid w:val="00FE2EC9"/>
    <w:rsid w:val="00FE3604"/>
    <w:rsid w:val="00FE3B6B"/>
    <w:rsid w:val="00FE43BD"/>
    <w:rsid w:val="00FE441C"/>
    <w:rsid w:val="00FE4F3C"/>
    <w:rsid w:val="00FE581F"/>
    <w:rsid w:val="00FE7937"/>
    <w:rsid w:val="00FF0674"/>
    <w:rsid w:val="00FF1189"/>
    <w:rsid w:val="00FF233E"/>
    <w:rsid w:val="00FF2763"/>
    <w:rsid w:val="00FF2949"/>
    <w:rsid w:val="00FF302A"/>
    <w:rsid w:val="00FF391A"/>
    <w:rsid w:val="00FF3BD0"/>
    <w:rsid w:val="00FF5C97"/>
    <w:rsid w:val="00FF646D"/>
    <w:rsid w:val="00FF689E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DA123-2D85-493C-848E-55E2149A4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136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16</cp:revision>
  <cp:lastPrinted>2018-06-18T18:26:00Z</cp:lastPrinted>
  <dcterms:created xsi:type="dcterms:W3CDTF">2018-08-13T18:18:00Z</dcterms:created>
  <dcterms:modified xsi:type="dcterms:W3CDTF">2018-08-13T18:21:00Z</dcterms:modified>
</cp:coreProperties>
</file>